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83407" w14:textId="77777777" w:rsidR="00E86181" w:rsidRDefault="00E86181"/>
    <w:p w14:paraId="0FA0C644" w14:textId="77777777" w:rsidR="00E86181" w:rsidRDefault="00000000">
      <w:pPr>
        <w:jc w:val="right"/>
      </w:pPr>
      <w:r>
        <w:rPr>
          <w:rFonts w:ascii="Arial" w:hAnsi="Arial" w:cs="Arial"/>
          <w:b/>
          <w:bCs/>
          <w:i/>
          <w:iCs/>
        </w:rPr>
        <w:t xml:space="preserve">Załącznik nr 4 </w:t>
      </w:r>
      <w:r>
        <w:rPr>
          <w:rFonts w:ascii="Arial" w:hAnsi="Arial" w:cs="Arial"/>
          <w:i/>
          <w:iCs/>
        </w:rPr>
        <w:t>– do Zapytania ofertowego nr GOPS.2611.6.2026</w:t>
      </w:r>
    </w:p>
    <w:p w14:paraId="25E2CA63" w14:textId="77777777" w:rsidR="00E86181" w:rsidRDefault="0000000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WYKONAWCY DOTYCZĄCE WARUNKÓW WYKLUCZJACYCH UDZIAŁ W POSTĘPOWANIU </w:t>
      </w:r>
    </w:p>
    <w:p w14:paraId="087B0DD6" w14:textId="77777777" w:rsidR="00E86181" w:rsidRDefault="0000000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DANE WYKONAWCY**:</w:t>
      </w:r>
    </w:p>
    <w:tbl>
      <w:tblPr>
        <w:tblW w:w="90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E86181" w14:paraId="0336DEAE" w14:textId="77777777">
        <w:tblPrEx>
          <w:tblCellMar>
            <w:top w:w="0" w:type="dxa"/>
            <w:bottom w:w="0" w:type="dxa"/>
          </w:tblCellMar>
        </w:tblPrEx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E845C" w14:textId="77777777" w:rsidR="00E86181" w:rsidRDefault="00E861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54B8B169" w14:textId="77777777" w:rsidR="00E86181" w:rsidRDefault="0000000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Wykonawcy: nazwa podmiotu albo imię i nazwisko</w:t>
            </w:r>
          </w:p>
          <w:p w14:paraId="4C7AE9E0" w14:textId="77777777" w:rsidR="00E86181" w:rsidRDefault="00E861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B2353" w14:textId="77777777" w:rsidR="00E86181" w:rsidRDefault="00E8618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6B095D2D" w14:textId="77777777" w:rsidR="00E86181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** właściwe wpisać zgodnie ze statusem ubiegającego się o zamówienie</w:t>
      </w:r>
    </w:p>
    <w:p w14:paraId="61486861" w14:textId="77777777" w:rsidR="00E86181" w:rsidRDefault="00E86181"/>
    <w:p w14:paraId="31D94AB3" w14:textId="77777777" w:rsidR="00E86181" w:rsidRDefault="00000000">
      <w:pPr>
        <w:jc w:val="both"/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W związku z ubieganiem się o udzielenie zamówienia w ramach Zapytania ofertowego nr GOPS.2611.6.2026 niniejszym OŚWIADCZAM, ŻE: </w:t>
      </w:r>
    </w:p>
    <w:p w14:paraId="7813795C" w14:textId="77777777" w:rsidR="00E86181" w:rsidRDefault="00000000">
      <w:pPr>
        <w:numPr>
          <w:ilvl w:val="0"/>
          <w:numId w:val="1"/>
        </w:num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Nie zachodzą w stosunku do Wykonawcy przesłanki wykluczenia </w:t>
      </w:r>
      <w:r>
        <w:rPr>
          <w:rFonts w:ascii="Arial" w:hAnsi="Arial" w:cs="Arial"/>
          <w:b/>
          <w:bCs/>
          <w:u w:val="single"/>
        </w:rPr>
        <w:br/>
        <w:t xml:space="preserve">z postępowania na podstawie art. 7 ust. 1 ustawy z dnia 13 kwietnia 2022 r. </w:t>
      </w:r>
      <w:r>
        <w:rPr>
          <w:rFonts w:ascii="Arial" w:hAnsi="Arial" w:cs="Arial"/>
          <w:b/>
          <w:bCs/>
          <w:u w:val="single"/>
        </w:rPr>
        <w:br/>
        <w:t xml:space="preserve">o szczególnych rozwiązaniach w zakresie przeciwdziałania wspieraniu agresji na Ukrainę oraz służących ochronie bezpieczeństwa narodowego. </w:t>
      </w:r>
    </w:p>
    <w:p w14:paraId="1E23B170" w14:textId="77777777" w:rsidR="00E86181" w:rsidRDefault="000000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</w:rPr>
        <w:br/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wyklucza się: </w:t>
      </w:r>
    </w:p>
    <w:p w14:paraId="5A5AE8A2" w14:textId="77777777" w:rsidR="00E86181" w:rsidRDefault="0000000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wykonawcę oraz uczestnika konkursu wymienionego w wykazach określonych </w:t>
      </w:r>
      <w:r>
        <w:rPr>
          <w:rFonts w:ascii="Arial" w:hAnsi="Arial" w:cs="Arial"/>
        </w:rPr>
        <w:br/>
        <w:t xml:space="preserve">w rozporządzeniu 765/2006 i rozporządzeniu 269/2014 albo wpisanego na listę na podstawie decyzji w sprawie wpisu na listę rozstrzygającej o zastosowaniu środka, o którym mowa w art. 1 pkt 3 ustawy; </w:t>
      </w:r>
    </w:p>
    <w:p w14:paraId="6C9B6B9C" w14:textId="77777777" w:rsidR="00E86181" w:rsidRDefault="00000000">
      <w:pPr>
        <w:pStyle w:val="Akapitzlist"/>
        <w:numPr>
          <w:ilvl w:val="0"/>
          <w:numId w:val="2"/>
        </w:numPr>
        <w:ind w:left="284" w:hanging="284"/>
        <w:jc w:val="both"/>
      </w:pPr>
      <w:r>
        <w:rPr>
          <w:rFonts w:ascii="Arial" w:hAnsi="Arial" w:cs="Arial"/>
        </w:rPr>
        <w:t xml:space="preserve">wykonawcę oraz uczestnika konkursu, którego beneficjentem rzeczywistym </w:t>
      </w:r>
      <w:r>
        <w:rPr>
          <w:rFonts w:ascii="Arial" w:hAnsi="Arial" w:cs="Arial"/>
        </w:rPr>
        <w:br/>
        <w:t xml:space="preserve">w rozumieniu ustawy z dnia 1 marca 2018 r. o przeciwdziałaniu praniu pieniędzy oraz finansowaniu terroryzmu (Dz. U. z 2022 r. poz. 593,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ustawy.</w:t>
      </w:r>
    </w:p>
    <w:p w14:paraId="217C3AEE" w14:textId="77777777" w:rsidR="00E86181" w:rsidRDefault="00000000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wykonawcę oraz uczestnika konkursu, którego jednostką dominującą w rozumieniu art. 3 ust. 1 pkt 37 ustawy z dnia 29 września 1994 r. o rachunkowości (Dz. U. </w:t>
      </w:r>
      <w:r>
        <w:rPr>
          <w:rFonts w:ascii="Arial" w:hAnsi="Arial" w:cs="Arial"/>
        </w:rPr>
        <w:br/>
        <w:t xml:space="preserve">z 2023 r. poz. 120 i 295), jest podmiot wymieniony w wykazach określonych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Arial" w:hAnsi="Arial" w:cs="Arial"/>
        </w:rPr>
        <w:br/>
        <w:t>o zastosowaniu środka, o którym mowa w art. 1 pkt 3 ustawy.</w:t>
      </w:r>
    </w:p>
    <w:p w14:paraId="35ED8EA9" w14:textId="77777777" w:rsidR="00E86181" w:rsidRDefault="00000000">
      <w:pPr>
        <w:pStyle w:val="Akapitzlist"/>
        <w:numPr>
          <w:ilvl w:val="0"/>
          <w:numId w:val="1"/>
        </w:numPr>
        <w:ind w:left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Wykonawca oraz osoba/-y wskazane do realizacji przedmiotu zamówienia nie są powiązane z Zamawiającym osobowo lub kapitałowo. </w:t>
      </w:r>
    </w:p>
    <w:p w14:paraId="7586A6D5" w14:textId="77777777" w:rsidR="00E86181" w:rsidRDefault="000000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możliwości składania ofert wyklucza się Wykonawców oraz osoby wskazane do realizacji przedmiotu zamówienia, które są podmiotem powiązanym z Zamawiającym osobowo lub kapitałowo, bądź osobami powiązanymi z Zamawiającym osobowo lub kapitałowo. Przez powiązania kapitałowe lub osobowe rozumie się wzajemne powiązania między Wykonawcą i/lub osobami wskazanymi do realizacji przedmiotu Zamówienia a Zamawiającym, lub osobami upoważnionymi do zaciągania zobowiązań w imieniu Zamawiającego, lub osobami wykonującymi w imieniu Zamawiającego czynności związane z przygotowaniem i przeprowadzeniem procedury wyboru Wykonawcy. Powiązania osobowe lub kapitałowe polegają w szczególności na: </w:t>
      </w:r>
    </w:p>
    <w:p w14:paraId="49BB377C" w14:textId="77777777" w:rsidR="00E86181" w:rsidRDefault="000000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uczestniczeniu w spółce jako wspólnik spółki cywilnej lub spółki osobowej, posiadaniu co najmniej 10% udziałów lub akcji (o ile niższy próg nie wynika </w:t>
      </w:r>
      <w:r>
        <w:rPr>
          <w:rFonts w:ascii="Arial" w:hAnsi="Arial" w:cs="Arial"/>
        </w:rPr>
        <w:br/>
        <w:t xml:space="preserve">z przepisów prawa), pełnieniu funkcji członka organu nadzorczego lub zarządzającego, prokurenta, pełnomocnika, </w:t>
      </w:r>
    </w:p>
    <w:p w14:paraId="2E4C5E80" w14:textId="77777777" w:rsidR="00E86181" w:rsidRDefault="0000000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 </w:t>
      </w:r>
    </w:p>
    <w:p w14:paraId="42D20ECB" w14:textId="77777777" w:rsidR="00E86181" w:rsidRDefault="000000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 pozostawaniu z Zamawiającym w takim stosunku prawnym lub faktycznym, że istnieje uzasadniona wątpliwość, co do ich bezstronności lub niezależności w związku z postępowaniem o udzielenie zamówienia.</w:t>
      </w:r>
    </w:p>
    <w:p w14:paraId="0F8E67BA" w14:textId="77777777" w:rsidR="00E86181" w:rsidRDefault="00E86181">
      <w:pPr>
        <w:jc w:val="both"/>
        <w:rPr>
          <w:rFonts w:ascii="Arial" w:hAnsi="Arial" w:cs="Arial"/>
        </w:rPr>
      </w:pPr>
    </w:p>
    <w:p w14:paraId="652E0636" w14:textId="77777777" w:rsidR="00E86181" w:rsidRDefault="00E86181">
      <w:pPr>
        <w:jc w:val="both"/>
        <w:rPr>
          <w:rFonts w:ascii="Arial" w:hAnsi="Arial" w:cs="Arial"/>
        </w:rPr>
      </w:pPr>
    </w:p>
    <w:tbl>
      <w:tblPr>
        <w:tblW w:w="9986" w:type="dxa"/>
        <w:tblInd w:w="-1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3"/>
        <w:gridCol w:w="4993"/>
      </w:tblGrid>
      <w:tr w:rsidR="00E86181" w14:paraId="4E12D225" w14:textId="77777777">
        <w:tblPrEx>
          <w:tblCellMar>
            <w:top w:w="0" w:type="dxa"/>
            <w:bottom w:w="0" w:type="dxa"/>
          </w:tblCellMar>
        </w:tblPrEx>
        <w:trPr>
          <w:trHeight w:val="1049"/>
        </w:trPr>
        <w:tc>
          <w:tcPr>
            <w:tcW w:w="49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135F0" w14:textId="77777777" w:rsidR="00E86181" w:rsidRDefault="000000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……………………………………………… </w:t>
            </w:r>
          </w:p>
          <w:p w14:paraId="766EF660" w14:textId="77777777" w:rsidR="00E86181" w:rsidRDefault="00000000">
            <w:pPr>
              <w:jc w:val="both"/>
            </w:pPr>
            <w:r>
              <w:rPr>
                <w:rFonts w:ascii="Arial" w:hAnsi="Arial" w:cs="Arial"/>
                <w:b/>
                <w:bCs/>
              </w:rPr>
              <w:t xml:space="preserve">            Miejscowość/Data </w:t>
            </w:r>
          </w:p>
        </w:tc>
        <w:tc>
          <w:tcPr>
            <w:tcW w:w="49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EB7F0" w14:textId="77777777" w:rsidR="00E86181" w:rsidRDefault="000000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……………………………………………… </w:t>
            </w:r>
          </w:p>
          <w:p w14:paraId="76133DCA" w14:textId="77777777" w:rsidR="00E86181" w:rsidRDefault="00000000">
            <w:pPr>
              <w:jc w:val="both"/>
            </w:pPr>
            <w:r>
              <w:rPr>
                <w:rFonts w:ascii="Arial" w:hAnsi="Arial" w:cs="Arial"/>
                <w:b/>
                <w:bCs/>
              </w:rPr>
              <w:t>Podpis(y) własnoręczny osoby(osób) upoważnionej(</w:t>
            </w:r>
            <w:proofErr w:type="spellStart"/>
            <w:r>
              <w:rPr>
                <w:rFonts w:ascii="Arial" w:hAnsi="Arial" w:cs="Arial"/>
                <w:b/>
                <w:bCs/>
              </w:rPr>
              <w:t>ych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) do podpisania niniejszej oferty w imieniu Wykonawcy(ów). </w:t>
            </w:r>
          </w:p>
          <w:p w14:paraId="5B3652C9" w14:textId="77777777" w:rsidR="00E86181" w:rsidRDefault="000000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 przypadku złożenia oferty w postaci elektronicznej winna być podpisana kwalifikowanym podpisem elektronicznym </w:t>
            </w:r>
          </w:p>
        </w:tc>
      </w:tr>
    </w:tbl>
    <w:p w14:paraId="4314A936" w14:textId="77777777" w:rsidR="00E86181" w:rsidRDefault="00E86181"/>
    <w:sectPr w:rsidR="00E86181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7A043" w14:textId="77777777" w:rsidR="00523973" w:rsidRDefault="00523973">
      <w:pPr>
        <w:spacing w:after="0" w:line="240" w:lineRule="auto"/>
      </w:pPr>
      <w:r>
        <w:separator/>
      </w:r>
    </w:p>
  </w:endnote>
  <w:endnote w:type="continuationSeparator" w:id="0">
    <w:p w14:paraId="37BC7C3B" w14:textId="77777777" w:rsidR="00523973" w:rsidRDefault="0052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8FA84" w14:textId="77777777" w:rsidR="00523973" w:rsidRDefault="0052397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A9DD2A5" w14:textId="77777777" w:rsidR="00523973" w:rsidRDefault="0052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23564" w14:textId="77777777" w:rsidR="00000000" w:rsidRDefault="00000000">
    <w:pPr>
      <w:pStyle w:val="Nagwek"/>
    </w:pPr>
    <w:r>
      <w:rPr>
        <w:noProof/>
        <w:lang w:eastAsia="pl-PL"/>
      </w:rPr>
      <w:drawing>
        <wp:inline distT="0" distB="0" distL="0" distR="0" wp14:anchorId="7DB2D04D" wp14:editId="4FEE27A9">
          <wp:extent cx="5753103" cy="600075"/>
          <wp:effectExtent l="0" t="0" r="0" b="0"/>
          <wp:docPr id="103503542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3" cy="6000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5E708B4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F7C14"/>
    <w:multiLevelType w:val="multilevel"/>
    <w:tmpl w:val="B656A5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67736"/>
    <w:multiLevelType w:val="multilevel"/>
    <w:tmpl w:val="53CAD6D0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 w16cid:durableId="935015178">
    <w:abstractNumId w:val="1"/>
  </w:num>
  <w:num w:numId="2" w16cid:durableId="163857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86181"/>
    <w:rsid w:val="00523973"/>
    <w:rsid w:val="00E759CE"/>
    <w:rsid w:val="00E86181"/>
    <w:rsid w:val="00FE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2A765"/>
  <w15:docId w15:val="{FB13CE9D-5F0F-49EA-A70F-055EF2F9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4"/>
        <w:szCs w:val="24"/>
        <w:lang w:val="pl-PL" w:eastAsia="en-US" w:bidi="ar-SA"/>
      </w:rPr>
    </w:rPrDefault>
    <w:pPrDefault>
      <w:pPr>
        <w:autoSpaceDN w:val="0"/>
        <w:spacing w:after="16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</w:pPr>
    <w:rPr>
      <w:rFonts w:ascii="Calibri Light" w:eastAsia="Times New Roman" w:hAnsi="Calibri Light"/>
      <w:spacing w:val="-10"/>
      <w:sz w:val="56"/>
      <w:szCs w:val="56"/>
    </w:rPr>
  </w:style>
  <w:style w:type="character" w:customStyle="1" w:styleId="TytuZnak">
    <w:name w:val="Tytuł Znak"/>
    <w:basedOn w:val="Domylnaczcionkaakapitu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</w:p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paragraph" w:styleId="Cytatintensywny">
    <w:name w:val="Intense Quote"/>
    <w:basedOn w:val="Normalny"/>
    <w:next w:val="Normalny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  <w:kern w:val="3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Zawada</dc:creator>
  <dc:description/>
  <cp:lastModifiedBy>Agata Zawada</cp:lastModifiedBy>
  <cp:revision>2</cp:revision>
  <dcterms:created xsi:type="dcterms:W3CDTF">2026-01-23T13:09:00Z</dcterms:created>
  <dcterms:modified xsi:type="dcterms:W3CDTF">2026-01-23T13:09:00Z</dcterms:modified>
</cp:coreProperties>
</file>